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AB49BA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9BA" w:rsidRDefault="00F52D5B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Start w:id="1" w:name="_GoBack"/>
            <w:bookmarkEnd w:id="0"/>
            <w:bookmarkEnd w:id="1"/>
            <w:r>
              <w:rPr>
                <w:sz w:val="28"/>
                <w:lang w:eastAsia="lt-LT"/>
              </w:rPr>
              <w:drawing>
                <wp:anchor distT="0" distB="180340" distL="114300" distR="114300" simplePos="0" relativeHeight="251657728" behindDoc="1" locked="0" layoutInCell="0" allowOverlap="1">
                  <wp:simplePos x="0" y="0"/>
                  <wp:positionH relativeFrom="column">
                    <wp:posOffset>2668905</wp:posOffset>
                  </wp:positionH>
                  <wp:positionV relativeFrom="paragraph">
                    <wp:posOffset>11430</wp:posOffset>
                  </wp:positionV>
                  <wp:extent cx="552450" cy="676275"/>
                  <wp:effectExtent l="0" t="0" r="0" b="9525"/>
                  <wp:wrapTopAndBottom/>
                  <wp:docPr id="3" name="Paveikslėlis 3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49BA">
              <w:rPr>
                <w:sz w:val="28"/>
              </w:rPr>
              <w:t xml:space="preserve">PLUNGĖS RAJONO SAVIVALDYBĖS </w:t>
            </w:r>
            <w:r w:rsidR="00AB49BA">
              <w:rPr>
                <w:sz w:val="28"/>
              </w:rPr>
              <w:br/>
              <w:t>TARYBA</w:t>
            </w:r>
          </w:p>
        </w:tc>
      </w:tr>
      <w:tr w:rsidR="00AB49B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9BA" w:rsidRDefault="00AB49BA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AB49BA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AB49BA" w:rsidRDefault="00AB49BA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DĖL SUSIGIMINIAVIMO SUTARTIES SU KRASNOGORSKU PATVIRTINIMO</w:t>
            </w:r>
          </w:p>
          <w:p w:rsidR="00AB49BA" w:rsidRDefault="00AB49BA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</w:p>
        </w:tc>
      </w:tr>
      <w:tr w:rsidR="00AB49BA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AB49BA" w:rsidRDefault="00AB49BA" w:rsidP="00AB49BA">
            <w:pPr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2003 m. gegužės 15 d. Nr.1-86</w:t>
            </w:r>
          </w:p>
          <w:p w:rsidR="00AB49BA" w:rsidRDefault="00AB49BA" w:rsidP="00AB49BA">
            <w:pPr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:rsidR="00AB49BA" w:rsidRDefault="00AB49BA" w:rsidP="00AB49BA">
            <w:pPr>
              <w:jc w:val="center"/>
              <w:rPr>
                <w:rStyle w:val="Komentaronuoroda"/>
                <w:sz w:val="24"/>
              </w:rPr>
            </w:pPr>
          </w:p>
          <w:p w:rsidR="00AB49BA" w:rsidRDefault="00AB49BA" w:rsidP="00AB49BA">
            <w:pPr>
              <w:jc w:val="center"/>
              <w:rPr>
                <w:rStyle w:val="Komentaronuoroda"/>
                <w:sz w:val="24"/>
              </w:rPr>
            </w:pPr>
          </w:p>
          <w:p w:rsidR="00AB49BA" w:rsidRPr="00AB49BA" w:rsidRDefault="00AB49BA" w:rsidP="00AB49BA">
            <w:pPr>
              <w:jc w:val="center"/>
              <w:rPr>
                <w:rStyle w:val="Komentaronuoroda"/>
                <w:sz w:val="24"/>
              </w:rPr>
            </w:pPr>
          </w:p>
        </w:tc>
      </w:tr>
    </w:tbl>
    <w:p w:rsidR="00AB49BA" w:rsidRDefault="00AB49BA" w:rsidP="00AB49BA">
      <w:r>
        <w:t>Siekdama bendradarbiauti ir supažindinti rajono visuomenę su miesto- partnerio gyvenimu, istorija, kultūra, tradicijomis ir papročiais, Plungės rajono savivaldybės taryba n u s p r e n d ž i a:</w:t>
      </w:r>
    </w:p>
    <w:p w:rsidR="00AB49BA" w:rsidRDefault="00AB49BA" w:rsidP="00AB49BA">
      <w:r>
        <w:t>Patvirtinti Krasnogorsko (Rusijos Federacija) ir Plungės (Lietuv</w:t>
      </w:r>
      <w:r w:rsidR="00C465B1">
        <w:t>os Respublika</w:t>
      </w:r>
      <w:r>
        <w:t>) miestų susigiminiavimo sutartį.</w:t>
      </w:r>
    </w:p>
    <w:p w:rsidR="00AB49BA" w:rsidRDefault="00AB49BA" w:rsidP="00AB49BA">
      <w:pPr>
        <w:ind w:firstLine="0"/>
      </w:pPr>
    </w:p>
    <w:p w:rsidR="00AB49BA" w:rsidRDefault="00AB49BA" w:rsidP="00AB49BA">
      <w:pPr>
        <w:ind w:firstLine="0"/>
      </w:pPr>
    </w:p>
    <w:p w:rsidR="00AB49BA" w:rsidRDefault="00AB49BA" w:rsidP="00AB49BA">
      <w:pPr>
        <w:ind w:firstLine="0"/>
      </w:pPr>
      <w:r>
        <w:t>Meras</w:t>
      </w:r>
      <w:r>
        <w:tab/>
      </w:r>
      <w:r>
        <w:tab/>
      </w:r>
      <w:r>
        <w:tab/>
      </w:r>
      <w:r>
        <w:tab/>
      </w:r>
      <w:r>
        <w:tab/>
        <w:t xml:space="preserve">               Vigantas Danilavičius</w:t>
      </w:r>
    </w:p>
    <w:p w:rsidR="00AB49BA" w:rsidRDefault="00AB49BA" w:rsidP="00AB49BA"/>
    <w:p w:rsidR="00AB49BA" w:rsidRDefault="00AB49BA" w:rsidP="00AB49BA"/>
    <w:sectPr w:rsidR="00AB49BA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BDB" w:rsidRDefault="00AE3BDB">
      <w:r>
        <w:separator/>
      </w:r>
    </w:p>
  </w:endnote>
  <w:endnote w:type="continuationSeparator" w:id="0">
    <w:p w:rsidR="00AE3BDB" w:rsidRDefault="00AE3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BA" w:rsidRDefault="00AB49BA">
    <w:pPr>
      <w:pStyle w:val="Porat"/>
      <w:tabs>
        <w:tab w:val="clear" w:pos="4819"/>
      </w:tabs>
      <w:jc w:val="right"/>
      <w:rPr>
        <w:sz w:val="12"/>
      </w:rPr>
    </w:pPr>
    <w:r>
      <w:rPr>
        <w:sz w:val="12"/>
      </w:rPr>
      <w:fldChar w:fldCharType="begin"/>
    </w:r>
    <w:r>
      <w:rPr>
        <w:sz w:val="12"/>
      </w:rPr>
      <w:instrText xml:space="preserve"> FILENAME   \* MERGEFORMAT </w:instrText>
    </w:r>
    <w:r>
      <w:rPr>
        <w:sz w:val="12"/>
      </w:rPr>
      <w:fldChar w:fldCharType="separate"/>
    </w:r>
    <w:r>
      <w:rPr>
        <w:noProof/>
        <w:sz w:val="12"/>
      </w:rPr>
      <w:t>Dokumentas2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BDB" w:rsidRDefault="00AE3BDB">
      <w:r>
        <w:separator/>
      </w:r>
    </w:p>
  </w:footnote>
  <w:footnote w:type="continuationSeparator" w:id="0">
    <w:p w:rsidR="00AE3BDB" w:rsidRDefault="00AE3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9BA"/>
    <w:rsid w:val="00872230"/>
    <w:rsid w:val="00AA31EF"/>
    <w:rsid w:val="00AB49BA"/>
    <w:rsid w:val="00AE3BDB"/>
    <w:rsid w:val="00C465B1"/>
    <w:rsid w:val="00F5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Komentaronuoroda">
    <w:name w:val="annotation reference"/>
    <w:semiHidden/>
    <w:rPr>
      <w:sz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Komentaronuoroda">
    <w:name w:val="annotation reference"/>
    <w:semiHidden/>
    <w:rPr>
      <w:sz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ima\Application%20Data\Microsoft\&#352;ablonai\tarybos%20potvarki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potvarkis</Template>
  <TotalTime>0</TotalTime>
  <Pages>1</Pages>
  <Words>323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Renata Štuikytė</cp:lastModifiedBy>
  <cp:revision>2</cp:revision>
  <cp:lastPrinted>2003-05-15T12:50:00Z</cp:lastPrinted>
  <dcterms:created xsi:type="dcterms:W3CDTF">2022-03-09T08:02:00Z</dcterms:created>
  <dcterms:modified xsi:type="dcterms:W3CDTF">2022-03-09T08:02:00Z</dcterms:modified>
</cp:coreProperties>
</file>